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5D" w:rsidRDefault="004A7A5D" w:rsidP="0054235E">
      <w:pPr>
        <w:pStyle w:val="a3"/>
        <w:tabs>
          <w:tab w:val="left" w:pos="5529"/>
        </w:tabs>
        <w:spacing w:line="228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4235E" w:rsidRPr="00C62294" w:rsidRDefault="00A579F1" w:rsidP="0054235E">
      <w:pPr>
        <w:pStyle w:val="a3"/>
        <w:tabs>
          <w:tab w:val="left" w:pos="5529"/>
        </w:tabs>
        <w:spacing w:line="228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-83820</wp:posOffset>
                </wp:positionV>
                <wp:extent cx="3114675" cy="66865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35E" w:rsidRPr="00196939" w:rsidRDefault="0054235E" w:rsidP="0054235E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7.85pt;margin-top:-6.6pt;width:245.25pt;height:5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FytQ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" filled="f" stroked="f">
                <v:textbox>
                  <w:txbxContent>
                    <w:p w:rsidR="0054235E" w:rsidRPr="00196939" w:rsidRDefault="0054235E" w:rsidP="0054235E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0" t="0" r="19050" b="285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5E" w:rsidRDefault="0054235E" w:rsidP="00542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" strokecolor="white">
                <v:textbox>
                  <w:txbxContent>
                    <w:p w:rsidR="0054235E" w:rsidRDefault="0054235E" w:rsidP="0054235E"/>
                  </w:txbxContent>
                </v:textbox>
              </v:shape>
            </w:pict>
          </mc:Fallback>
        </mc:AlternateContent>
      </w:r>
      <w:r w:rsidR="0054235E" w:rsidRPr="00C62294">
        <w:rPr>
          <w:rFonts w:ascii="Times New Roman" w:hAnsi="Times New Roman"/>
          <w:noProof/>
        </w:rPr>
        <w:drawing>
          <wp:inline distT="0" distB="0" distL="0" distR="0" wp14:anchorId="6FD3CAF9" wp14:editId="2B1EA9BF">
            <wp:extent cx="462280" cy="565150"/>
            <wp:effectExtent l="0" t="0" r="0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5E" w:rsidRPr="00C62294" w:rsidRDefault="0054235E" w:rsidP="003C0865">
      <w:pPr>
        <w:pStyle w:val="a3"/>
        <w:tabs>
          <w:tab w:val="left" w:pos="5529"/>
        </w:tabs>
        <w:spacing w:after="0" w:line="0" w:lineRule="atLeast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color w:val="000000"/>
          <w:sz w:val="26"/>
          <w:szCs w:val="26"/>
        </w:rPr>
        <w:t>АДМИНИСТРАЦИЯ ГОРОДА НОРИЛЬСКА</w:t>
      </w:r>
    </w:p>
    <w:p w:rsidR="004A6EFB" w:rsidRDefault="0054235E" w:rsidP="004A6EFB">
      <w:pPr>
        <w:pStyle w:val="a3"/>
        <w:spacing w:after="0" w:line="0" w:lineRule="atLeast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color w:val="000000"/>
          <w:sz w:val="26"/>
          <w:szCs w:val="26"/>
        </w:rPr>
        <w:t>КРАСНОЯРСКОГО КРАЯ</w:t>
      </w:r>
    </w:p>
    <w:p w:rsidR="0054235E" w:rsidRPr="004A6EFB" w:rsidRDefault="00A579F1" w:rsidP="004A6EFB">
      <w:pPr>
        <w:pStyle w:val="a3"/>
        <w:spacing w:after="0" w:line="0" w:lineRule="atLeast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D2D71" wp14:editId="104539DF">
                <wp:simplePos x="0" y="0"/>
                <wp:positionH relativeFrom="column">
                  <wp:posOffset>4258945</wp:posOffset>
                </wp:positionH>
                <wp:positionV relativeFrom="paragraph">
                  <wp:posOffset>102870</wp:posOffset>
                </wp:positionV>
                <wp:extent cx="1257300" cy="381000"/>
                <wp:effectExtent l="0" t="0" r="19050" b="1905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5E" w:rsidRPr="00196939" w:rsidRDefault="0054235E" w:rsidP="0054235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D2D71" id="Text Box 8" o:spid="_x0000_s1028" type="#_x0000_t202" style="position:absolute;left:0;text-align:left;margin-left:335.35pt;margin-top:8.1pt;width:99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" strokecolor="white">
                <v:textbox>
                  <w:txbxContent>
                    <w:p w:rsidR="0054235E" w:rsidRPr="00196939" w:rsidRDefault="0054235E" w:rsidP="0054235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235E" w:rsidRPr="00C62294">
        <w:rPr>
          <w:rFonts w:ascii="Times New Roman" w:hAnsi="Times New Roman"/>
          <w:color w:val="000000"/>
          <w:sz w:val="26"/>
          <w:szCs w:val="26"/>
        </w:rPr>
        <w:t xml:space="preserve">                        </w:t>
      </w:r>
    </w:p>
    <w:p w:rsidR="0054235E" w:rsidRPr="00C62294" w:rsidRDefault="0054235E" w:rsidP="003C0865">
      <w:pPr>
        <w:pStyle w:val="a3"/>
        <w:jc w:val="center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C62294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</w:t>
      </w:r>
      <w:r w:rsidRPr="00C62294">
        <w:rPr>
          <w:rFonts w:ascii="Times New Roman" w:hAnsi="Times New Roman"/>
          <w:color w:val="000000"/>
        </w:rPr>
        <w:t xml:space="preserve">                          </w:t>
      </w:r>
    </w:p>
    <w:p w:rsidR="003C0865" w:rsidRPr="004A6EFB" w:rsidRDefault="001D621D" w:rsidP="004A6EFB">
      <w:pPr>
        <w:tabs>
          <w:tab w:val="left" w:pos="3969"/>
          <w:tab w:val="left" w:pos="7797"/>
        </w:tabs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19.06.</w:t>
      </w:r>
      <w:r w:rsidR="008A74D9">
        <w:rPr>
          <w:rFonts w:ascii="Times New Roman" w:hAnsi="Times New Roman"/>
          <w:color w:val="000000"/>
          <w:sz w:val="26"/>
          <w:szCs w:val="26"/>
        </w:rPr>
        <w:t>2018</w:t>
      </w:r>
      <w:r w:rsidR="0054235E" w:rsidRPr="00C62294">
        <w:rPr>
          <w:rFonts w:ascii="Times New Roman" w:hAnsi="Times New Roman"/>
          <w:color w:val="000000"/>
          <w:sz w:val="26"/>
          <w:szCs w:val="26"/>
        </w:rPr>
        <w:tab/>
        <w:t xml:space="preserve">    г.</w:t>
      </w:r>
      <w:r w:rsidR="0054235E" w:rsidRPr="00C62294">
        <w:rPr>
          <w:rFonts w:ascii="Times New Roman" w:hAnsi="Times New Roman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Норильск</w:t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     № 244</w:t>
      </w:r>
    </w:p>
    <w:p w:rsidR="003C0865" w:rsidRPr="00C62294" w:rsidRDefault="003C0865" w:rsidP="003C0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5D0EF761" wp14:editId="22353D2D">
                <wp:simplePos x="0" y="0"/>
                <wp:positionH relativeFrom="column">
                  <wp:posOffset>952500</wp:posOffset>
                </wp:positionH>
                <wp:positionV relativeFrom="paragraph">
                  <wp:posOffset>-150495</wp:posOffset>
                </wp:positionV>
                <wp:extent cx="972820" cy="228600"/>
                <wp:effectExtent l="0" t="0" r="0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65" w:rsidRPr="00196939" w:rsidRDefault="003C0865" w:rsidP="003C086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EF761" id="Rectangle 13" o:spid="_x0000_s1029" style="position:absolute;left:0;text-align:left;margin-left:75pt;margin-top:-11.85pt;width:76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" filled="f" stroked="f">
                <v:textbox>
                  <w:txbxContent>
                    <w:p w:rsidR="003C0865" w:rsidRPr="00196939" w:rsidRDefault="003C0865" w:rsidP="003C086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О </w:t>
      </w:r>
      <w:r w:rsidR="00B3011C">
        <w:rPr>
          <w:rFonts w:ascii="Times New Roman" w:hAnsi="Times New Roman"/>
          <w:color w:val="000000"/>
          <w:spacing w:val="-2"/>
          <w:sz w:val="26"/>
          <w:szCs w:val="26"/>
        </w:rPr>
        <w:t>внесении изменений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в постановление А</w:t>
      </w:r>
      <w:r w:rsidR="005712A4">
        <w:rPr>
          <w:rFonts w:ascii="Times New Roman" w:hAnsi="Times New Roman"/>
          <w:color w:val="000000"/>
          <w:spacing w:val="-2"/>
          <w:sz w:val="26"/>
          <w:szCs w:val="26"/>
        </w:rPr>
        <w:t xml:space="preserve">дминистрации города Норильска </w:t>
      </w:r>
      <w:r w:rsidR="00F679C8">
        <w:rPr>
          <w:rFonts w:ascii="Times New Roman" w:hAnsi="Times New Roman"/>
          <w:color w:val="000000"/>
          <w:spacing w:val="-2"/>
          <w:sz w:val="26"/>
          <w:szCs w:val="26"/>
        </w:rPr>
        <w:t>от 0</w:t>
      </w:r>
      <w:r w:rsidR="00B50C19">
        <w:rPr>
          <w:rFonts w:ascii="Times New Roman" w:hAnsi="Times New Roman"/>
          <w:color w:val="000000"/>
          <w:spacing w:val="-2"/>
          <w:sz w:val="26"/>
          <w:szCs w:val="26"/>
        </w:rPr>
        <w:t>6</w:t>
      </w:r>
      <w:r w:rsidR="00F679C8">
        <w:rPr>
          <w:rFonts w:ascii="Times New Roman" w:hAnsi="Times New Roman"/>
          <w:color w:val="000000"/>
          <w:spacing w:val="-2"/>
          <w:sz w:val="26"/>
          <w:szCs w:val="26"/>
        </w:rPr>
        <w:t>.12.2016 № 582</w:t>
      </w:r>
      <w:r w:rsidR="001E0FB5">
        <w:rPr>
          <w:rFonts w:ascii="Times New Roman" w:hAnsi="Times New Roman"/>
          <w:color w:val="000000"/>
          <w:spacing w:val="-2"/>
          <w:sz w:val="26"/>
          <w:szCs w:val="26"/>
        </w:rPr>
        <w:t xml:space="preserve"> «Об утверждении муниципальной п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>рограммы «Бла</w:t>
      </w:r>
      <w:r w:rsidR="00F679C8">
        <w:rPr>
          <w:rFonts w:ascii="Times New Roman" w:hAnsi="Times New Roman"/>
          <w:color w:val="000000"/>
          <w:spacing w:val="-2"/>
          <w:sz w:val="26"/>
          <w:szCs w:val="26"/>
        </w:rPr>
        <w:t>гоустро</w:t>
      </w:r>
      <w:r w:rsidR="00AD7633">
        <w:rPr>
          <w:rFonts w:ascii="Times New Roman" w:hAnsi="Times New Roman"/>
          <w:color w:val="000000"/>
          <w:spacing w:val="-2"/>
          <w:sz w:val="26"/>
          <w:szCs w:val="26"/>
        </w:rPr>
        <w:t>йство территории» на 2019</w:t>
      </w:r>
      <w:r w:rsidR="008A74D9">
        <w:rPr>
          <w:rFonts w:ascii="Times New Roman" w:hAnsi="Times New Roman"/>
          <w:color w:val="000000"/>
          <w:spacing w:val="-2"/>
          <w:sz w:val="26"/>
          <w:szCs w:val="26"/>
        </w:rPr>
        <w:t xml:space="preserve"> - 2020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годы»  </w:t>
      </w:r>
    </w:p>
    <w:p w:rsidR="00B97823" w:rsidRDefault="00B97823" w:rsidP="00B9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97823" w:rsidRDefault="00B97823" w:rsidP="00B9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обеспечения эффективности использования бюджетных средств, в соответствии со статьей 179 Бюджетного кодекса Российской Федерации,</w:t>
      </w:r>
    </w:p>
    <w:p w:rsidR="00B97823" w:rsidRDefault="00B97823" w:rsidP="00B9782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ПОСТАНОВЛЯЮ:</w:t>
      </w:r>
    </w:p>
    <w:p w:rsidR="001E0FB5" w:rsidRPr="001E0FB5" w:rsidRDefault="00AD7633" w:rsidP="001E0FB5">
      <w:pPr>
        <w:pStyle w:val="a7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Внести 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>в постановление А</w:t>
      </w:r>
      <w:r>
        <w:rPr>
          <w:rFonts w:ascii="Times New Roman" w:hAnsi="Times New Roman"/>
          <w:color w:val="000000"/>
          <w:spacing w:val="-2"/>
          <w:sz w:val="26"/>
          <w:szCs w:val="26"/>
        </w:rPr>
        <w:t>дминистрации города Норильска от 06.12.2016 № 582</w:t>
      </w:r>
      <w:r w:rsidR="001E0FB5">
        <w:rPr>
          <w:rFonts w:ascii="Times New Roman" w:hAnsi="Times New Roman"/>
          <w:color w:val="000000"/>
          <w:spacing w:val="-2"/>
          <w:sz w:val="26"/>
          <w:szCs w:val="26"/>
        </w:rPr>
        <w:t xml:space="preserve"> «Об утверждении муниципальной п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>рограммы «Бла</w:t>
      </w:r>
      <w:r>
        <w:rPr>
          <w:rFonts w:ascii="Times New Roman" w:hAnsi="Times New Roman"/>
          <w:color w:val="000000"/>
          <w:spacing w:val="-2"/>
          <w:sz w:val="26"/>
          <w:szCs w:val="26"/>
        </w:rPr>
        <w:t>гоустройство территории» на 2019 - 2020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годы»</w:t>
      </w:r>
      <w:r w:rsidR="001E0FB5">
        <w:rPr>
          <w:rFonts w:ascii="Times New Roman" w:hAnsi="Times New Roman"/>
          <w:color w:val="000000"/>
          <w:spacing w:val="-2"/>
          <w:sz w:val="26"/>
          <w:szCs w:val="26"/>
        </w:rPr>
        <w:t xml:space="preserve"> </w:t>
      </w:r>
      <w:r w:rsidR="00DD29F1">
        <w:rPr>
          <w:rFonts w:ascii="Times New Roman" w:hAnsi="Times New Roman"/>
          <w:color w:val="000000"/>
          <w:spacing w:val="-2"/>
          <w:sz w:val="26"/>
          <w:szCs w:val="26"/>
        </w:rPr>
        <w:t>(</w:t>
      </w:r>
      <w:r w:rsidR="001E0FB5">
        <w:rPr>
          <w:rFonts w:ascii="Times New Roman" w:hAnsi="Times New Roman"/>
          <w:color w:val="000000"/>
          <w:spacing w:val="-2"/>
          <w:sz w:val="26"/>
          <w:szCs w:val="26"/>
        </w:rPr>
        <w:t>далее Постановление) следующее изменение:</w:t>
      </w:r>
    </w:p>
    <w:p w:rsidR="003C0865" w:rsidRPr="00DD29F1" w:rsidRDefault="001E0FB5" w:rsidP="00DD29F1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color w:val="000000"/>
          <w:spacing w:val="-2"/>
          <w:sz w:val="26"/>
          <w:szCs w:val="26"/>
        </w:rPr>
        <w:t>1.1.</w:t>
      </w:r>
      <w:r w:rsidR="00DD29F1">
        <w:rPr>
          <w:rFonts w:ascii="Times New Roman" w:hAnsi="Times New Roman"/>
          <w:color w:val="000000"/>
          <w:spacing w:val="-2"/>
          <w:sz w:val="26"/>
          <w:szCs w:val="26"/>
        </w:rPr>
        <w:t xml:space="preserve"> Наименование Постановления изложить в следующей редакции: «Об утверждении муниципальной п</w:t>
      </w:r>
      <w:r w:rsidR="00DD29F1" w:rsidRPr="00C62294">
        <w:rPr>
          <w:rFonts w:ascii="Times New Roman" w:hAnsi="Times New Roman"/>
          <w:color w:val="000000"/>
          <w:spacing w:val="-2"/>
          <w:sz w:val="26"/>
          <w:szCs w:val="26"/>
        </w:rPr>
        <w:t>рограммы «Бла</w:t>
      </w:r>
      <w:r w:rsidR="00DD29F1">
        <w:rPr>
          <w:rFonts w:ascii="Times New Roman" w:hAnsi="Times New Roman"/>
          <w:color w:val="000000"/>
          <w:spacing w:val="-2"/>
          <w:sz w:val="26"/>
          <w:szCs w:val="26"/>
        </w:rPr>
        <w:t>гоустройство территории» на 2017 - 2020</w:t>
      </w:r>
      <w:r w:rsidR="00DD29F1"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годы</w:t>
      </w:r>
      <w:r w:rsidR="00DD29F1">
        <w:rPr>
          <w:rFonts w:ascii="Times New Roman" w:hAnsi="Times New Roman"/>
          <w:color w:val="000000"/>
          <w:spacing w:val="-2"/>
          <w:sz w:val="26"/>
          <w:szCs w:val="26"/>
        </w:rPr>
        <w:t>».</w:t>
      </w:r>
    </w:p>
    <w:p w:rsidR="00B24CA5" w:rsidRDefault="00AD7633" w:rsidP="00B24C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2</w:t>
      </w:r>
      <w:r w:rsidR="00B24CA5">
        <w:rPr>
          <w:rFonts w:ascii="Times New Roman" w:hAnsi="Times New Roman"/>
          <w:sz w:val="26"/>
          <w:szCs w:val="20"/>
        </w:rPr>
        <w:t>. Внести в муниципальную программу «Бла</w:t>
      </w:r>
      <w:r w:rsidR="00B97823">
        <w:rPr>
          <w:rFonts w:ascii="Times New Roman" w:hAnsi="Times New Roman"/>
          <w:sz w:val="26"/>
          <w:szCs w:val="20"/>
        </w:rPr>
        <w:t>гоуст</w:t>
      </w:r>
      <w:r w:rsidR="008A74D9">
        <w:rPr>
          <w:rFonts w:ascii="Times New Roman" w:hAnsi="Times New Roman"/>
          <w:sz w:val="26"/>
          <w:szCs w:val="20"/>
        </w:rPr>
        <w:t>ройство территории» на 2017-2020</w:t>
      </w:r>
      <w:r w:rsidR="00B24CA5">
        <w:rPr>
          <w:rFonts w:ascii="Times New Roman" w:hAnsi="Times New Roman"/>
          <w:sz w:val="26"/>
          <w:szCs w:val="20"/>
        </w:rPr>
        <w:t xml:space="preserve"> годы», утвержденную постановлением Адми</w:t>
      </w:r>
      <w:r w:rsidR="00B97823">
        <w:rPr>
          <w:rFonts w:ascii="Times New Roman" w:hAnsi="Times New Roman"/>
          <w:sz w:val="26"/>
          <w:szCs w:val="20"/>
        </w:rPr>
        <w:t>нистрации города Норильска от 06.12.2016 № 582</w:t>
      </w:r>
      <w:r w:rsidR="00B24CA5">
        <w:rPr>
          <w:rFonts w:ascii="Times New Roman" w:hAnsi="Times New Roman"/>
          <w:sz w:val="26"/>
          <w:szCs w:val="20"/>
        </w:rPr>
        <w:t xml:space="preserve"> (далее – </w:t>
      </w:r>
      <w:r w:rsidR="00CE71EA">
        <w:rPr>
          <w:rFonts w:ascii="Times New Roman" w:hAnsi="Times New Roman"/>
          <w:sz w:val="26"/>
          <w:szCs w:val="20"/>
        </w:rPr>
        <w:t>Программа), следующие изменения</w:t>
      </w:r>
      <w:r w:rsidR="00B24CA5">
        <w:rPr>
          <w:rFonts w:ascii="Times New Roman" w:hAnsi="Times New Roman"/>
          <w:sz w:val="26"/>
          <w:szCs w:val="20"/>
        </w:rPr>
        <w:t>:</w:t>
      </w:r>
    </w:p>
    <w:p w:rsidR="00B24CA5" w:rsidRPr="00CE71EA" w:rsidRDefault="00AD7633" w:rsidP="00CE71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E71EA" w:rsidRPr="00CE71EA">
        <w:rPr>
          <w:rFonts w:ascii="Times New Roman" w:hAnsi="Times New Roman" w:cs="Times New Roman"/>
          <w:sz w:val="26"/>
          <w:szCs w:val="26"/>
        </w:rPr>
        <w:t>.1. Пункт 4.7 паспорта Программы изложить в следующей редакции: «4.7. В рамках мероприятия 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4-1402) в рамках подпрограммы "Обеспечение общих условий функционирования отраслей агропромышленного комплекса"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 предусмотрено проведение мероприятий по отлову и содержанию безнадзорных животных за счет средств краевого бюджета.</w:t>
      </w:r>
      <w:r w:rsidR="00CE71EA">
        <w:rPr>
          <w:rFonts w:ascii="Times New Roman" w:hAnsi="Times New Roman" w:cs="Times New Roman"/>
          <w:sz w:val="26"/>
          <w:szCs w:val="26"/>
        </w:rPr>
        <w:t>».</w:t>
      </w:r>
    </w:p>
    <w:p w:rsidR="00B24CA5" w:rsidRPr="00CE71EA" w:rsidRDefault="00AD7633" w:rsidP="00CE71E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CE71EA">
        <w:rPr>
          <w:rFonts w:ascii="Times New Roman" w:hAnsi="Times New Roman"/>
          <w:sz w:val="26"/>
          <w:szCs w:val="26"/>
        </w:rPr>
        <w:t>.2.</w:t>
      </w:r>
      <w:r w:rsidR="00B24CA5" w:rsidRPr="00CE71EA">
        <w:rPr>
          <w:rFonts w:ascii="Times New Roman" w:hAnsi="Times New Roman"/>
          <w:sz w:val="26"/>
          <w:szCs w:val="26"/>
        </w:rPr>
        <w:t>Приложение № 1 к Програм</w:t>
      </w:r>
      <w:r w:rsidR="00CE71EA" w:rsidRPr="00CE71EA">
        <w:rPr>
          <w:rFonts w:ascii="Times New Roman" w:hAnsi="Times New Roman"/>
          <w:sz w:val="26"/>
          <w:szCs w:val="26"/>
        </w:rPr>
        <w:t xml:space="preserve">ме изложить в редакции согласно </w:t>
      </w:r>
      <w:r w:rsidR="00B24CA5" w:rsidRPr="00CE71EA">
        <w:rPr>
          <w:rFonts w:ascii="Times New Roman" w:hAnsi="Times New Roman"/>
          <w:sz w:val="26"/>
          <w:szCs w:val="26"/>
        </w:rPr>
        <w:t>приложению №1 к настоящему постановлению.</w:t>
      </w:r>
    </w:p>
    <w:p w:rsidR="00B24CA5" w:rsidRDefault="00AD7633" w:rsidP="00B24CA5">
      <w:pPr>
        <w:tabs>
          <w:tab w:val="left" w:pos="709"/>
          <w:tab w:val="left" w:pos="993"/>
        </w:tabs>
        <w:spacing w:after="0" w:line="240" w:lineRule="auto"/>
        <w:ind w:right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0"/>
        </w:rPr>
        <w:tab/>
        <w:t>3</w:t>
      </w:r>
      <w:r w:rsidR="00B24CA5">
        <w:rPr>
          <w:rFonts w:ascii="Times New Roman" w:hAnsi="Times New Roman"/>
          <w:sz w:val="26"/>
          <w:szCs w:val="20"/>
        </w:rPr>
        <w:t>. Опубликовать настоящее постановление в газете «Заполярная правда» и р</w:t>
      </w:r>
      <w:r w:rsidR="00B24CA5">
        <w:rPr>
          <w:rFonts w:ascii="Times New Roman" w:hAnsi="Times New Roman"/>
          <w:sz w:val="26"/>
          <w:szCs w:val="26"/>
        </w:rPr>
        <w:t>азместить его на официальном сайте муниципального образования город Норильск.</w:t>
      </w:r>
    </w:p>
    <w:p w:rsidR="0054235E" w:rsidRDefault="0054235E" w:rsidP="005423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76569F" w:rsidRPr="00C62294" w:rsidRDefault="0076569F" w:rsidP="005423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FF2604" w:rsidRPr="00C62294" w:rsidRDefault="009F0184" w:rsidP="0054235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6"/>
          <w:szCs w:val="26"/>
        </w:rPr>
        <w:t>И.о. Главы</w:t>
      </w:r>
      <w:r w:rsidR="0054235E" w:rsidRPr="00C62294">
        <w:rPr>
          <w:rFonts w:ascii="Times New Roman" w:hAnsi="Times New Roman"/>
          <w:sz w:val="26"/>
          <w:szCs w:val="26"/>
        </w:rPr>
        <w:t xml:space="preserve"> города Норильска</w:t>
      </w:r>
      <w:r w:rsidR="0054235E" w:rsidRPr="00C62294">
        <w:rPr>
          <w:rFonts w:ascii="Times New Roman" w:hAnsi="Times New Roman"/>
          <w:sz w:val="26"/>
          <w:szCs w:val="26"/>
        </w:rPr>
        <w:tab/>
      </w:r>
      <w:r w:rsidR="003C0865">
        <w:rPr>
          <w:rFonts w:ascii="Times New Roman" w:hAnsi="Times New Roman"/>
          <w:sz w:val="26"/>
          <w:szCs w:val="26"/>
        </w:rPr>
        <w:t xml:space="preserve">                </w:t>
      </w:r>
      <w:r w:rsidR="00F00D78">
        <w:rPr>
          <w:rFonts w:ascii="Times New Roman" w:hAnsi="Times New Roman"/>
          <w:sz w:val="26"/>
          <w:szCs w:val="26"/>
        </w:rPr>
        <w:t xml:space="preserve"> </w:t>
      </w:r>
      <w:r w:rsidR="00FF2604">
        <w:rPr>
          <w:rFonts w:ascii="Times New Roman" w:hAnsi="Times New Roman"/>
          <w:sz w:val="26"/>
          <w:szCs w:val="26"/>
        </w:rPr>
        <w:t xml:space="preserve">    </w:t>
      </w:r>
      <w:r w:rsidR="00F00D78">
        <w:rPr>
          <w:rFonts w:ascii="Times New Roman" w:hAnsi="Times New Roman"/>
          <w:sz w:val="26"/>
          <w:szCs w:val="26"/>
        </w:rPr>
        <w:t xml:space="preserve"> </w:t>
      </w:r>
      <w:r w:rsidR="003C0865">
        <w:rPr>
          <w:rFonts w:ascii="Times New Roman" w:hAnsi="Times New Roman"/>
          <w:sz w:val="26"/>
          <w:szCs w:val="26"/>
        </w:rPr>
        <w:t xml:space="preserve">  </w:t>
      </w:r>
      <w:r w:rsidR="00FF2604">
        <w:rPr>
          <w:rFonts w:ascii="Times New Roman" w:hAnsi="Times New Roman"/>
          <w:sz w:val="26"/>
          <w:szCs w:val="26"/>
        </w:rPr>
        <w:t xml:space="preserve">   </w:t>
      </w:r>
      <w:r w:rsidR="00304F0A">
        <w:rPr>
          <w:rFonts w:ascii="Times New Roman" w:hAnsi="Times New Roman"/>
          <w:sz w:val="26"/>
          <w:szCs w:val="26"/>
        </w:rPr>
        <w:t xml:space="preserve">              </w:t>
      </w:r>
      <w:r w:rsidR="004652FE">
        <w:rPr>
          <w:rFonts w:ascii="Times New Roman" w:hAnsi="Times New Roman"/>
          <w:sz w:val="26"/>
          <w:szCs w:val="26"/>
        </w:rPr>
        <w:t xml:space="preserve">                  </w:t>
      </w:r>
      <w:r w:rsidR="00F83D1E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А.В. Малков</w:t>
      </w:r>
    </w:p>
    <w:p w:rsidR="0054235E" w:rsidRPr="00C62294" w:rsidRDefault="0054235E" w:rsidP="005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54235E" w:rsidRPr="00C62294" w:rsidRDefault="0054235E" w:rsidP="005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0"/>
          <w:szCs w:val="10"/>
        </w:rPr>
      </w:pPr>
      <w:bookmarkStart w:id="0" w:name="_GoBack"/>
      <w:bookmarkEnd w:id="0"/>
    </w:p>
    <w:sectPr w:rsidR="0054235E" w:rsidRPr="00C62294" w:rsidSect="004A6EFB">
      <w:pgSz w:w="11906" w:h="16838" w:code="9"/>
      <w:pgMar w:top="851" w:right="851" w:bottom="709" w:left="1701" w:header="284" w:footer="720" w:gutter="0"/>
      <w:pgNumType w:start="69"/>
      <w:cols w:space="397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261" w:rsidRDefault="00740261">
      <w:r>
        <w:separator/>
      </w:r>
    </w:p>
  </w:endnote>
  <w:endnote w:type="continuationSeparator" w:id="0">
    <w:p w:rsidR="00740261" w:rsidRDefault="0074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261" w:rsidRDefault="00740261">
      <w:r>
        <w:separator/>
      </w:r>
    </w:p>
  </w:footnote>
  <w:footnote w:type="continuationSeparator" w:id="0">
    <w:p w:rsidR="00740261" w:rsidRDefault="0074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6FC8"/>
    <w:multiLevelType w:val="hybridMultilevel"/>
    <w:tmpl w:val="C554C1EA"/>
    <w:lvl w:ilvl="0" w:tplc="7360B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9A1121"/>
    <w:multiLevelType w:val="multilevel"/>
    <w:tmpl w:val="A34414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6C20D38"/>
    <w:multiLevelType w:val="multilevel"/>
    <w:tmpl w:val="BE0EC9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3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4">
    <w:nsid w:val="6F7701CF"/>
    <w:multiLevelType w:val="multilevel"/>
    <w:tmpl w:val="27D0B0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90A3E97"/>
    <w:multiLevelType w:val="multilevel"/>
    <w:tmpl w:val="C3FAF0B2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Times New Roman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5E"/>
    <w:rsid w:val="000C4C75"/>
    <w:rsid w:val="00105DB9"/>
    <w:rsid w:val="0011759F"/>
    <w:rsid w:val="00124F42"/>
    <w:rsid w:val="0013572D"/>
    <w:rsid w:val="001B2248"/>
    <w:rsid w:val="001B444C"/>
    <w:rsid w:val="001C1931"/>
    <w:rsid w:val="001D621D"/>
    <w:rsid w:val="001D6D17"/>
    <w:rsid w:val="001E0FB5"/>
    <w:rsid w:val="001F20D2"/>
    <w:rsid w:val="002035CB"/>
    <w:rsid w:val="0025369B"/>
    <w:rsid w:val="002628A3"/>
    <w:rsid w:val="002C4AE0"/>
    <w:rsid w:val="00304F0A"/>
    <w:rsid w:val="003442D5"/>
    <w:rsid w:val="0035026B"/>
    <w:rsid w:val="00363C5A"/>
    <w:rsid w:val="003C0865"/>
    <w:rsid w:val="003C38F7"/>
    <w:rsid w:val="003D2CD3"/>
    <w:rsid w:val="0041688E"/>
    <w:rsid w:val="004641D1"/>
    <w:rsid w:val="004652FE"/>
    <w:rsid w:val="004A6EFB"/>
    <w:rsid w:val="004A7A5D"/>
    <w:rsid w:val="004B3CE3"/>
    <w:rsid w:val="005010F4"/>
    <w:rsid w:val="0054235E"/>
    <w:rsid w:val="00546F89"/>
    <w:rsid w:val="005712A4"/>
    <w:rsid w:val="0060012B"/>
    <w:rsid w:val="006334DA"/>
    <w:rsid w:val="006518BB"/>
    <w:rsid w:val="00681227"/>
    <w:rsid w:val="00690950"/>
    <w:rsid w:val="006A7EE5"/>
    <w:rsid w:val="006C196A"/>
    <w:rsid w:val="00740261"/>
    <w:rsid w:val="0076569F"/>
    <w:rsid w:val="0078213A"/>
    <w:rsid w:val="007B4F27"/>
    <w:rsid w:val="007B6682"/>
    <w:rsid w:val="007F1EDE"/>
    <w:rsid w:val="007F2E24"/>
    <w:rsid w:val="008A74D9"/>
    <w:rsid w:val="00906DDB"/>
    <w:rsid w:val="00935A6D"/>
    <w:rsid w:val="00943768"/>
    <w:rsid w:val="00990494"/>
    <w:rsid w:val="009F0184"/>
    <w:rsid w:val="00A3108D"/>
    <w:rsid w:val="00A579F1"/>
    <w:rsid w:val="00A84EC5"/>
    <w:rsid w:val="00AD1F66"/>
    <w:rsid w:val="00AD7633"/>
    <w:rsid w:val="00AE0BBA"/>
    <w:rsid w:val="00B24CA5"/>
    <w:rsid w:val="00B3011C"/>
    <w:rsid w:val="00B50C19"/>
    <w:rsid w:val="00B97823"/>
    <w:rsid w:val="00BD29B4"/>
    <w:rsid w:val="00C3509F"/>
    <w:rsid w:val="00C610B2"/>
    <w:rsid w:val="00C62294"/>
    <w:rsid w:val="00CB6E36"/>
    <w:rsid w:val="00CE71EA"/>
    <w:rsid w:val="00D1651B"/>
    <w:rsid w:val="00D22F42"/>
    <w:rsid w:val="00D4670B"/>
    <w:rsid w:val="00DD29F1"/>
    <w:rsid w:val="00E97344"/>
    <w:rsid w:val="00EB0F53"/>
    <w:rsid w:val="00EF0B67"/>
    <w:rsid w:val="00EF4513"/>
    <w:rsid w:val="00F00D78"/>
    <w:rsid w:val="00F0704A"/>
    <w:rsid w:val="00F07A44"/>
    <w:rsid w:val="00F47961"/>
    <w:rsid w:val="00F679C8"/>
    <w:rsid w:val="00F83D1E"/>
    <w:rsid w:val="00FF2604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35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styleId="a7">
    <w:name w:val="List Paragraph"/>
    <w:basedOn w:val="a"/>
    <w:uiPriority w:val="34"/>
    <w:qFormat/>
    <w:rsid w:val="0054235E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542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54235E"/>
    <w:rPr>
      <w:rFonts w:ascii="Segoe UI" w:hAnsi="Segoe UI" w:cs="Segoe UI"/>
      <w:sz w:val="18"/>
      <w:szCs w:val="18"/>
    </w:rPr>
  </w:style>
  <w:style w:type="character" w:styleId="aa">
    <w:name w:val="page number"/>
    <w:basedOn w:val="a0"/>
    <w:rsid w:val="00AD1F66"/>
  </w:style>
  <w:style w:type="character" w:styleId="ab">
    <w:name w:val="Hyperlink"/>
    <w:basedOn w:val="a0"/>
    <w:uiPriority w:val="99"/>
    <w:semiHidden/>
    <w:unhideWhenUsed/>
    <w:rsid w:val="00681227"/>
    <w:rPr>
      <w:color w:val="0000FF"/>
      <w:u w:val="single"/>
    </w:rPr>
  </w:style>
  <w:style w:type="paragraph" w:customStyle="1" w:styleId="ConsPlusNormal">
    <w:name w:val="ConsPlusNormal"/>
    <w:rsid w:val="00CE71E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2017-09-14T09:31:00Z</dcterms:created>
  <dcterms:modified xsi:type="dcterms:W3CDTF">2018-06-19T07:16:00Z</dcterms:modified>
</cp:coreProperties>
</file>